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85F" w:rsidRDefault="0045485F" w:rsidP="00914263">
      <w:pPr>
        <w:tabs>
          <w:tab w:val="left" w:pos="-284"/>
        </w:tabs>
      </w:pPr>
    </w:p>
    <w:p w:rsidR="007D48E1" w:rsidRDefault="007D48E1" w:rsidP="00914263">
      <w:pPr>
        <w:tabs>
          <w:tab w:val="left" w:pos="-284"/>
        </w:tabs>
      </w:pPr>
    </w:p>
    <w:p w:rsidR="00914263" w:rsidRDefault="00914263" w:rsidP="00914263">
      <w:pPr>
        <w:tabs>
          <w:tab w:val="left" w:pos="-284"/>
        </w:tabs>
      </w:pPr>
    </w:p>
    <w:p w:rsidR="00914263" w:rsidRDefault="00914263" w:rsidP="00914263">
      <w:pPr>
        <w:tabs>
          <w:tab w:val="left" w:pos="-284"/>
        </w:tabs>
      </w:pPr>
    </w:p>
    <w:p w:rsidR="00914263" w:rsidRDefault="00914263" w:rsidP="003E2374">
      <w:pPr>
        <w:tabs>
          <w:tab w:val="left" w:pos="-284"/>
        </w:tabs>
        <w:ind w:left="-142"/>
      </w:pPr>
    </w:p>
    <w:p w:rsidR="00914263" w:rsidRDefault="002A6123" w:rsidP="00914263">
      <w:pPr>
        <w:tabs>
          <w:tab w:val="left" w:pos="-284"/>
        </w:tabs>
      </w:pPr>
      <w:r>
        <w:rPr>
          <w:rFonts w:ascii="Georgia" w:hAnsi="Georgia" w:cs="Arial"/>
          <w:b/>
          <w:noProof/>
          <w:color w:val="C00000"/>
          <w:kern w:val="16"/>
          <w:sz w:val="22"/>
          <w:szCs w:val="22"/>
        </w:rPr>
        <mc:AlternateContent>
          <mc:Choice Requires="wpg">
            <w:drawing>
              <wp:anchor distT="0" distB="0" distL="114300" distR="114300" simplePos="0" relativeHeight="251658240" behindDoc="1" locked="0" layoutInCell="1" allowOverlap="1" wp14:anchorId="2BFA870B" wp14:editId="451B6DFD">
                <wp:simplePos x="0" y="0"/>
                <wp:positionH relativeFrom="column">
                  <wp:posOffset>-47625</wp:posOffset>
                </wp:positionH>
                <wp:positionV relativeFrom="paragraph">
                  <wp:posOffset>172720</wp:posOffset>
                </wp:positionV>
                <wp:extent cx="5707380" cy="1808480"/>
                <wp:effectExtent l="0" t="0" r="0" b="0"/>
                <wp:wrapTight wrapText="bothSides">
                  <wp:wrapPolygon edited="0">
                    <wp:start x="0" y="0"/>
                    <wp:lineTo x="0" y="20478"/>
                    <wp:lineTo x="5984" y="21160"/>
                    <wp:lineTo x="21340" y="21160"/>
                    <wp:lineTo x="21485" y="1365"/>
                    <wp:lineTo x="4758" y="0"/>
                    <wp:lineTo x="0" y="0"/>
                  </wp:wrapPolygon>
                </wp:wrapTight>
                <wp:docPr id="4" name="Gruppieren 4"/>
                <wp:cNvGraphicFramePr/>
                <a:graphic xmlns:a="http://schemas.openxmlformats.org/drawingml/2006/main">
                  <a:graphicData uri="http://schemas.microsoft.com/office/word/2010/wordprocessingGroup">
                    <wpg:wgp>
                      <wpg:cNvGrpSpPr/>
                      <wpg:grpSpPr>
                        <a:xfrm>
                          <a:off x="0" y="0"/>
                          <a:ext cx="5707380" cy="1808480"/>
                          <a:chOff x="0" y="0"/>
                          <a:chExt cx="5707781" cy="1808748"/>
                        </a:xfrm>
                      </wpg:grpSpPr>
                      <wps:wsp>
                        <wps:cNvPr id="3" name="Rechteck 3"/>
                        <wps:cNvSpPr/>
                        <wps:spPr>
                          <a:xfrm>
                            <a:off x="1530417" y="86628"/>
                            <a:ext cx="4177364" cy="172212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14263" w:rsidRPr="00E71279" w:rsidRDefault="00914263" w:rsidP="00914263">
                              <w:pPr>
                                <w:widowControl w:val="0"/>
                                <w:suppressAutoHyphens/>
                                <w:spacing w:line="276" w:lineRule="auto"/>
                                <w:rPr>
                                  <w:rFonts w:ascii="BrandonGrotesque-Black" w:hAnsi="BrandonGrotesque-Black" w:cs="BrandonGrotesque-Black"/>
                                  <w:b/>
                                  <w:color w:val="C00000"/>
                                  <w:kern w:val="1"/>
                                  <w:sz w:val="32"/>
                                  <w:szCs w:val="56"/>
                                  <w:lang w:eastAsia="en-US"/>
                                </w:rPr>
                              </w:pPr>
                              <w:r w:rsidRPr="00E71279">
                                <w:rPr>
                                  <w:rFonts w:ascii="BrandonGrotesque-Black" w:eastAsiaTheme="minorHAnsi" w:hAnsi="BrandonGrotesque-Black" w:cs="BrandonGrotesque-Black"/>
                                  <w:b/>
                                  <w:color w:val="C00000"/>
                                  <w:kern w:val="1"/>
                                  <w:sz w:val="32"/>
                                  <w:szCs w:val="56"/>
                                  <w:lang w:eastAsia="en-US"/>
                                </w:rPr>
                                <w:t>F</w:t>
                              </w:r>
                              <w:r w:rsidRPr="00E71279">
                                <w:rPr>
                                  <w:rFonts w:ascii="BrandonGrotesque-Black" w:hAnsi="BrandonGrotesque-Black" w:cs="BrandonGrotesque-Black"/>
                                  <w:b/>
                                  <w:color w:val="C00000"/>
                                  <w:kern w:val="1"/>
                                  <w:sz w:val="32"/>
                                  <w:szCs w:val="56"/>
                                  <w:lang w:eastAsia="en-US"/>
                                </w:rPr>
                                <w:t>LUCHT 2.0</w:t>
                              </w:r>
                            </w:p>
                            <w:p w:rsidR="00914263" w:rsidRPr="00E71279" w:rsidRDefault="00914263" w:rsidP="00914263">
                              <w:pPr>
                                <w:widowControl w:val="0"/>
                                <w:suppressAutoHyphens/>
                                <w:spacing w:line="276" w:lineRule="auto"/>
                                <w:rPr>
                                  <w:rFonts w:ascii="BrandonGrotesque-Black" w:hAnsi="BrandonGrotesque-Black" w:cs="BrandonGrotesque-Black"/>
                                  <w:b/>
                                  <w:color w:val="000000" w:themeColor="text1"/>
                                  <w:kern w:val="1"/>
                                  <w:sz w:val="32"/>
                                  <w:szCs w:val="56"/>
                                  <w:lang w:eastAsia="en-US"/>
                                </w:rPr>
                              </w:pPr>
                              <w:r w:rsidRPr="00E71279">
                                <w:rPr>
                                  <w:rFonts w:ascii="BrandonGrotesque-Black" w:hAnsi="BrandonGrotesque-Black" w:cs="BrandonGrotesque-Black"/>
                                  <w:b/>
                                  <w:color w:val="000000" w:themeColor="text1"/>
                                  <w:kern w:val="1"/>
                                  <w:sz w:val="32"/>
                                  <w:szCs w:val="56"/>
                                  <w:lang w:eastAsia="en-US"/>
                                </w:rPr>
                                <w:t>AN ODYSSEY TO PEACE</w:t>
                              </w:r>
                            </w:p>
                            <w:p w:rsidR="00914263" w:rsidRPr="00E71279" w:rsidRDefault="00914263" w:rsidP="00914263">
                              <w:pPr>
                                <w:widowControl w:val="0"/>
                                <w:suppressAutoHyphens/>
                                <w:spacing w:after="240" w:line="276" w:lineRule="auto"/>
                                <w:rPr>
                                  <w:rFonts w:ascii="BrandonGrotesque-Black" w:hAnsi="BrandonGrotesque-Black" w:cs="BrandonGrotesque-Black"/>
                                  <w:color w:val="000000" w:themeColor="text1"/>
                                  <w:kern w:val="1"/>
                                  <w:sz w:val="26"/>
                                  <w:szCs w:val="56"/>
                                  <w:lang w:eastAsia="en-US"/>
                                </w:rPr>
                              </w:pPr>
                              <w:r w:rsidRPr="00E71279">
                                <w:rPr>
                                  <w:rFonts w:ascii="BrandonGrotesque-Black" w:hAnsi="BrandonGrotesque-Black" w:cs="BrandonGrotesque-Black"/>
                                  <w:color w:val="000000" w:themeColor="text1"/>
                                  <w:kern w:val="1"/>
                                  <w:sz w:val="26"/>
                                  <w:szCs w:val="56"/>
                                  <w:lang w:eastAsia="en-US"/>
                                </w:rPr>
                                <w:t>EINE AUSSTELLUNG VON FLÜCHTLINGEN</w:t>
                              </w:r>
                            </w:p>
                            <w:p w:rsidR="00914263" w:rsidRPr="00E71279" w:rsidRDefault="00914263" w:rsidP="00914263">
                              <w:pPr>
                                <w:widowControl w:val="0"/>
                                <w:suppressAutoHyphens/>
                                <w:spacing w:line="276" w:lineRule="auto"/>
                                <w:rPr>
                                  <w:rFonts w:asciiTheme="majorHAnsi" w:hAnsiTheme="majorHAnsi" w:cs="BrandonGrotesque-Black"/>
                                  <w:color w:val="000000" w:themeColor="text1"/>
                                  <w:kern w:val="1"/>
                                  <w:szCs w:val="56"/>
                                  <w:lang w:eastAsia="en-US"/>
                                </w:rPr>
                              </w:pPr>
                              <w:r w:rsidRPr="00E71279">
                                <w:rPr>
                                  <w:rFonts w:asciiTheme="majorHAnsi" w:hAnsiTheme="majorHAnsi" w:cs="BrandonGrotesque-Black"/>
                                  <w:color w:val="000000" w:themeColor="text1"/>
                                  <w:kern w:val="1"/>
                                  <w:szCs w:val="56"/>
                                  <w:lang w:eastAsia="en-US"/>
                                </w:rPr>
                                <w:t>im Bischöflichen Dom- und Diözesanmuseum Mainz</w:t>
                              </w:r>
                            </w:p>
                            <w:p w:rsidR="00914263" w:rsidRPr="00E71279" w:rsidRDefault="00914263" w:rsidP="00914263">
                              <w:pPr>
                                <w:widowControl w:val="0"/>
                                <w:suppressAutoHyphens/>
                                <w:spacing w:line="276" w:lineRule="auto"/>
                                <w:rPr>
                                  <w:rFonts w:asciiTheme="majorHAnsi" w:eastAsia="Andale Sans UI" w:hAnsiTheme="majorHAnsi" w:cs="Arial"/>
                                  <w:color w:val="000000" w:themeColor="text1"/>
                                  <w:w w:val="110"/>
                                  <w:kern w:val="16"/>
                                  <w:sz w:val="2"/>
                                  <w:szCs w:val="22"/>
                                </w:rPr>
                              </w:pPr>
                              <w:r w:rsidRPr="00E71279">
                                <w:rPr>
                                  <w:rFonts w:asciiTheme="majorHAnsi" w:hAnsiTheme="majorHAnsi" w:cs="BrandonGrotesque-Black"/>
                                  <w:color w:val="000000" w:themeColor="text1"/>
                                  <w:kern w:val="1"/>
                                  <w:szCs w:val="56"/>
                                  <w:lang w:eastAsia="en-US"/>
                                </w:rPr>
                                <w:t>vom 18. März bis 1. Mai 2016</w:t>
                              </w:r>
                            </w:p>
                            <w:p w:rsidR="00914263" w:rsidRDefault="00914263" w:rsidP="0091426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Grafik 2" descr="\\vdat01\klippele$\System\Desktop\Flucht 2.0 Sticker.jpg"/>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41659" cy="1713297"/>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group w14:anchorId="2BFA870B" id="Gruppieren 4" o:spid="_x0000_s1026" style="position:absolute;margin-left:-3.75pt;margin-top:13.6pt;width:449.4pt;height:142.4pt;z-index:-251658240" coordsize="57077,1808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">
                <v:rect id="Rechteck 3" o:spid="_x0000_s1027" style="position:absolute;left:15304;top:866;width:41773;height:172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" filled="f" stroked="f" strokeweight="2pt">
                  <v:textbox>
                    <w:txbxContent>
                      <w:p w:rsidR="00914263" w:rsidRPr="00E71279" w:rsidRDefault="00914263" w:rsidP="00914263">
                        <w:pPr>
                          <w:widowControl w:val="0"/>
                          <w:suppressAutoHyphens/>
                          <w:spacing w:line="276" w:lineRule="auto"/>
                          <w:rPr>
                            <w:rFonts w:ascii="BrandonGrotesque-Black" w:hAnsi="BrandonGrotesque-Black" w:cs="BrandonGrotesque-Black"/>
                            <w:b/>
                            <w:color w:val="C00000"/>
                            <w:kern w:val="1"/>
                            <w:sz w:val="32"/>
                            <w:szCs w:val="56"/>
                            <w:lang w:eastAsia="en-US"/>
                          </w:rPr>
                        </w:pPr>
                        <w:r w:rsidRPr="00E71279">
                          <w:rPr>
                            <w:rFonts w:ascii="BrandonGrotesque-Black" w:eastAsiaTheme="minorHAnsi" w:hAnsi="BrandonGrotesque-Black" w:cs="BrandonGrotesque-Black"/>
                            <w:b/>
                            <w:color w:val="C00000"/>
                            <w:kern w:val="1"/>
                            <w:sz w:val="32"/>
                            <w:szCs w:val="56"/>
                            <w:lang w:eastAsia="en-US"/>
                          </w:rPr>
                          <w:t>F</w:t>
                        </w:r>
                        <w:r w:rsidRPr="00E71279">
                          <w:rPr>
                            <w:rFonts w:ascii="BrandonGrotesque-Black" w:hAnsi="BrandonGrotesque-Black" w:cs="BrandonGrotesque-Black"/>
                            <w:b/>
                            <w:color w:val="C00000"/>
                            <w:kern w:val="1"/>
                            <w:sz w:val="32"/>
                            <w:szCs w:val="56"/>
                            <w:lang w:eastAsia="en-US"/>
                          </w:rPr>
                          <w:t>LUCHT 2.0</w:t>
                        </w:r>
                      </w:p>
                      <w:p w:rsidR="00914263" w:rsidRPr="00E71279" w:rsidRDefault="00914263" w:rsidP="00914263">
                        <w:pPr>
                          <w:widowControl w:val="0"/>
                          <w:suppressAutoHyphens/>
                          <w:spacing w:line="276" w:lineRule="auto"/>
                          <w:rPr>
                            <w:rFonts w:ascii="BrandonGrotesque-Black" w:hAnsi="BrandonGrotesque-Black" w:cs="BrandonGrotesque-Black"/>
                            <w:b/>
                            <w:color w:val="000000" w:themeColor="text1"/>
                            <w:kern w:val="1"/>
                            <w:sz w:val="32"/>
                            <w:szCs w:val="56"/>
                            <w:lang w:eastAsia="en-US"/>
                          </w:rPr>
                        </w:pPr>
                        <w:r w:rsidRPr="00E71279">
                          <w:rPr>
                            <w:rFonts w:ascii="BrandonGrotesque-Black" w:hAnsi="BrandonGrotesque-Black" w:cs="BrandonGrotesque-Black"/>
                            <w:b/>
                            <w:color w:val="000000" w:themeColor="text1"/>
                            <w:kern w:val="1"/>
                            <w:sz w:val="32"/>
                            <w:szCs w:val="56"/>
                            <w:lang w:eastAsia="en-US"/>
                          </w:rPr>
                          <w:t>AN ODYSSEY TO PEACE</w:t>
                        </w:r>
                      </w:p>
                      <w:p w:rsidR="00914263" w:rsidRPr="00E71279" w:rsidRDefault="00914263" w:rsidP="00914263">
                        <w:pPr>
                          <w:widowControl w:val="0"/>
                          <w:suppressAutoHyphens/>
                          <w:spacing w:after="240" w:line="276" w:lineRule="auto"/>
                          <w:rPr>
                            <w:rFonts w:ascii="BrandonGrotesque-Black" w:hAnsi="BrandonGrotesque-Black" w:cs="BrandonGrotesque-Black"/>
                            <w:color w:val="000000" w:themeColor="text1"/>
                            <w:kern w:val="1"/>
                            <w:sz w:val="26"/>
                            <w:szCs w:val="56"/>
                            <w:lang w:eastAsia="en-US"/>
                          </w:rPr>
                        </w:pPr>
                        <w:r w:rsidRPr="00E71279">
                          <w:rPr>
                            <w:rFonts w:ascii="BrandonGrotesque-Black" w:hAnsi="BrandonGrotesque-Black" w:cs="BrandonGrotesque-Black"/>
                            <w:color w:val="000000" w:themeColor="text1"/>
                            <w:kern w:val="1"/>
                            <w:sz w:val="26"/>
                            <w:szCs w:val="56"/>
                            <w:lang w:eastAsia="en-US"/>
                          </w:rPr>
                          <w:t>EINE AUSSTELLUNG VON FLÜCHTLINGEN</w:t>
                        </w:r>
                      </w:p>
                      <w:p w:rsidR="00914263" w:rsidRPr="00E71279" w:rsidRDefault="00914263" w:rsidP="00914263">
                        <w:pPr>
                          <w:widowControl w:val="0"/>
                          <w:suppressAutoHyphens/>
                          <w:spacing w:line="276" w:lineRule="auto"/>
                          <w:rPr>
                            <w:rFonts w:asciiTheme="majorHAnsi" w:hAnsiTheme="majorHAnsi" w:cs="BrandonGrotesque-Black"/>
                            <w:color w:val="000000" w:themeColor="text1"/>
                            <w:kern w:val="1"/>
                            <w:szCs w:val="56"/>
                            <w:lang w:eastAsia="en-US"/>
                          </w:rPr>
                        </w:pPr>
                        <w:r w:rsidRPr="00E71279">
                          <w:rPr>
                            <w:rFonts w:asciiTheme="majorHAnsi" w:hAnsiTheme="majorHAnsi" w:cs="BrandonGrotesque-Black"/>
                            <w:color w:val="000000" w:themeColor="text1"/>
                            <w:kern w:val="1"/>
                            <w:szCs w:val="56"/>
                            <w:lang w:eastAsia="en-US"/>
                          </w:rPr>
                          <w:t>im Bischöflichen Dom- und Diözesanmuseum Mainz</w:t>
                        </w:r>
                      </w:p>
                      <w:p w:rsidR="00914263" w:rsidRPr="00E71279" w:rsidRDefault="00914263" w:rsidP="00914263">
                        <w:pPr>
                          <w:widowControl w:val="0"/>
                          <w:suppressAutoHyphens/>
                          <w:spacing w:line="276" w:lineRule="auto"/>
                          <w:rPr>
                            <w:rFonts w:asciiTheme="majorHAnsi" w:eastAsia="Andale Sans UI" w:hAnsiTheme="majorHAnsi" w:cs="Arial"/>
                            <w:color w:val="000000" w:themeColor="text1"/>
                            <w:w w:val="110"/>
                            <w:kern w:val="16"/>
                            <w:sz w:val="2"/>
                            <w:szCs w:val="22"/>
                          </w:rPr>
                        </w:pPr>
                        <w:r w:rsidRPr="00E71279">
                          <w:rPr>
                            <w:rFonts w:asciiTheme="majorHAnsi" w:hAnsiTheme="majorHAnsi" w:cs="BrandonGrotesque-Black"/>
                            <w:color w:val="000000" w:themeColor="text1"/>
                            <w:kern w:val="1"/>
                            <w:szCs w:val="56"/>
                            <w:lang w:eastAsia="en-US"/>
                          </w:rPr>
                          <w:t>vom 18. März bis 1. Mai 2016</w:t>
                        </w:r>
                      </w:p>
                      <w:p w:rsidR="00914263" w:rsidRDefault="00914263" w:rsidP="00914263">
                        <w:pPr>
                          <w:jc w:val="cente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8" type="#_x0000_t75" style="position:absolute;width:12416;height:171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">
                  <v:imagedata r:id="rId8" o:title="Flucht 2.0 Sticker"/>
                  <v:path arrowok="t"/>
                </v:shape>
                <w10:wrap type="tight"/>
              </v:group>
            </w:pict>
          </mc:Fallback>
        </mc:AlternateContent>
      </w:r>
    </w:p>
    <w:p w:rsidR="00914263" w:rsidRDefault="00914263" w:rsidP="00914263">
      <w:pPr>
        <w:tabs>
          <w:tab w:val="left" w:pos="-284"/>
        </w:tabs>
      </w:pPr>
    </w:p>
    <w:p w:rsidR="002A6123" w:rsidRDefault="002A6123" w:rsidP="002A6123">
      <w:pPr>
        <w:pStyle w:val="Kopfzeile1"/>
        <w:tabs>
          <w:tab w:val="clear" w:pos="4535"/>
          <w:tab w:val="clear" w:pos="9070"/>
        </w:tabs>
        <w:spacing w:before="120" w:after="120" w:line="312" w:lineRule="auto"/>
        <w:ind w:left="-142"/>
        <w:rPr>
          <w:rFonts w:asciiTheme="majorHAnsi" w:hAnsiTheme="majorHAnsi" w:cs="Arial"/>
          <w:b/>
          <w:w w:val="110"/>
          <w:kern w:val="16"/>
          <w:szCs w:val="22"/>
        </w:rPr>
      </w:pPr>
    </w:p>
    <w:p w:rsidR="00294D11" w:rsidRPr="00E07976" w:rsidRDefault="003E2374" w:rsidP="002A6123">
      <w:pPr>
        <w:pStyle w:val="Kopfzeile1"/>
        <w:tabs>
          <w:tab w:val="clear" w:pos="4535"/>
          <w:tab w:val="clear" w:pos="9070"/>
        </w:tabs>
        <w:spacing w:before="120" w:after="120" w:line="312" w:lineRule="auto"/>
        <w:ind w:left="-142"/>
        <w:rPr>
          <w:rFonts w:asciiTheme="minorHAnsi" w:hAnsiTheme="minorHAnsi" w:cs="Arial"/>
          <w:w w:val="110"/>
          <w:kern w:val="16"/>
          <w:szCs w:val="22"/>
        </w:rPr>
      </w:pPr>
      <w:r>
        <w:rPr>
          <w:rFonts w:asciiTheme="majorHAnsi" w:hAnsiTheme="majorHAnsi" w:cs="Arial"/>
          <w:b/>
          <w:w w:val="110"/>
          <w:kern w:val="16"/>
          <w:szCs w:val="22"/>
        </w:rPr>
        <w:t xml:space="preserve"> </w:t>
      </w:r>
      <w:r w:rsidR="00294D11" w:rsidRPr="00E07976">
        <w:rPr>
          <w:rFonts w:asciiTheme="minorHAnsi" w:hAnsiTheme="minorHAnsi" w:cs="Arial"/>
          <w:b/>
          <w:w w:val="110"/>
          <w:kern w:val="16"/>
          <w:szCs w:val="22"/>
        </w:rPr>
        <w:t xml:space="preserve">Flyer </w:t>
      </w:r>
      <w:r w:rsidR="00294D11" w:rsidRPr="00E07976">
        <w:rPr>
          <w:rFonts w:asciiTheme="minorHAnsi" w:hAnsiTheme="minorHAnsi" w:cs="Arial"/>
          <w:w w:val="110"/>
          <w:kern w:val="16"/>
          <w:szCs w:val="22"/>
        </w:rPr>
        <w:t xml:space="preserve">zur Ausstellung </w:t>
      </w:r>
    </w:p>
    <w:p w:rsidR="00294D11" w:rsidRPr="00E07976" w:rsidRDefault="003E2374" w:rsidP="002A6123">
      <w:pPr>
        <w:pStyle w:val="Kopfzeile1"/>
        <w:tabs>
          <w:tab w:val="clear" w:pos="4535"/>
          <w:tab w:val="clear" w:pos="9070"/>
          <w:tab w:val="left" w:pos="1485"/>
        </w:tabs>
        <w:spacing w:before="120" w:after="120" w:line="312" w:lineRule="auto"/>
        <w:ind w:left="-142"/>
        <w:rPr>
          <w:rFonts w:asciiTheme="minorHAnsi" w:hAnsiTheme="minorHAnsi" w:cs="Arial"/>
          <w:b/>
          <w:w w:val="110"/>
          <w:kern w:val="16"/>
          <w:szCs w:val="22"/>
        </w:rPr>
      </w:pPr>
      <w:r>
        <w:rPr>
          <w:rFonts w:asciiTheme="minorHAnsi" w:hAnsiTheme="minorHAnsi" w:cs="Arial"/>
          <w:b/>
          <w:w w:val="110"/>
          <w:kern w:val="16"/>
          <w:szCs w:val="22"/>
        </w:rPr>
        <w:t xml:space="preserve"> </w:t>
      </w:r>
      <w:proofErr w:type="spellStart"/>
      <w:r w:rsidR="00294D11" w:rsidRPr="00E07976">
        <w:rPr>
          <w:rFonts w:asciiTheme="minorHAnsi" w:hAnsiTheme="minorHAnsi" w:cs="Arial"/>
          <w:b/>
          <w:w w:val="110"/>
          <w:kern w:val="16"/>
          <w:szCs w:val="22"/>
        </w:rPr>
        <w:t>Factsheet</w:t>
      </w:r>
      <w:proofErr w:type="spellEnd"/>
      <w:r w:rsidR="00294D11" w:rsidRPr="00E07976">
        <w:rPr>
          <w:rFonts w:asciiTheme="minorHAnsi" w:hAnsiTheme="minorHAnsi" w:cs="Arial"/>
          <w:b/>
          <w:w w:val="110"/>
          <w:kern w:val="16"/>
          <w:szCs w:val="22"/>
        </w:rPr>
        <w:tab/>
      </w:r>
    </w:p>
    <w:p w:rsidR="00294D11" w:rsidRPr="00E07976" w:rsidRDefault="003E2374" w:rsidP="002A6123">
      <w:pPr>
        <w:pStyle w:val="Kopfzeile1"/>
        <w:tabs>
          <w:tab w:val="clear" w:pos="4535"/>
          <w:tab w:val="clear" w:pos="9070"/>
        </w:tabs>
        <w:spacing w:before="120" w:after="120" w:line="312" w:lineRule="auto"/>
        <w:ind w:left="-142"/>
        <w:rPr>
          <w:rFonts w:asciiTheme="minorHAnsi" w:hAnsiTheme="minorHAnsi"/>
          <w:kern w:val="16"/>
          <w:szCs w:val="22"/>
        </w:rPr>
      </w:pPr>
      <w:r>
        <w:rPr>
          <w:rFonts w:asciiTheme="minorHAnsi" w:hAnsiTheme="minorHAnsi"/>
          <w:b/>
          <w:kern w:val="16"/>
          <w:szCs w:val="22"/>
        </w:rPr>
        <w:t xml:space="preserve"> </w:t>
      </w:r>
      <w:r w:rsidR="00294D11" w:rsidRPr="00E07976">
        <w:rPr>
          <w:rFonts w:asciiTheme="minorHAnsi" w:hAnsiTheme="minorHAnsi"/>
          <w:b/>
          <w:kern w:val="16"/>
          <w:szCs w:val="22"/>
        </w:rPr>
        <w:t>Pressetext</w:t>
      </w:r>
      <w:r w:rsidR="00294D11" w:rsidRPr="00E07976">
        <w:rPr>
          <w:rFonts w:asciiTheme="minorHAnsi" w:hAnsiTheme="minorHAnsi"/>
          <w:kern w:val="16"/>
          <w:szCs w:val="22"/>
        </w:rPr>
        <w:t xml:space="preserve"> ca. 2.500 Zeichen</w:t>
      </w:r>
    </w:p>
    <w:p w:rsidR="00294D11" w:rsidRPr="00E07976" w:rsidRDefault="003E2374" w:rsidP="002A6123">
      <w:pPr>
        <w:pStyle w:val="Kopfzeile1"/>
        <w:tabs>
          <w:tab w:val="clear" w:pos="4535"/>
          <w:tab w:val="clear" w:pos="9070"/>
        </w:tabs>
        <w:spacing w:before="120" w:after="120" w:line="312" w:lineRule="auto"/>
        <w:ind w:left="-142"/>
        <w:rPr>
          <w:rFonts w:asciiTheme="minorHAnsi" w:hAnsiTheme="minorHAnsi"/>
          <w:kern w:val="16"/>
          <w:szCs w:val="22"/>
        </w:rPr>
      </w:pPr>
      <w:r>
        <w:rPr>
          <w:rFonts w:asciiTheme="minorHAnsi" w:hAnsiTheme="minorHAnsi"/>
          <w:b/>
          <w:kern w:val="16"/>
          <w:szCs w:val="22"/>
        </w:rPr>
        <w:t xml:space="preserve"> </w:t>
      </w:r>
      <w:r w:rsidR="00294D11" w:rsidRPr="00E07976">
        <w:rPr>
          <w:rFonts w:asciiTheme="minorHAnsi" w:hAnsiTheme="minorHAnsi"/>
          <w:b/>
          <w:kern w:val="16"/>
          <w:szCs w:val="22"/>
        </w:rPr>
        <w:t>Pressetext</w:t>
      </w:r>
      <w:r w:rsidR="00294D11" w:rsidRPr="00E07976">
        <w:rPr>
          <w:rFonts w:asciiTheme="minorHAnsi" w:hAnsiTheme="minorHAnsi"/>
          <w:kern w:val="16"/>
          <w:szCs w:val="22"/>
        </w:rPr>
        <w:t xml:space="preserve"> ca. 1.000 Zeichen </w:t>
      </w:r>
    </w:p>
    <w:p w:rsidR="00294D11" w:rsidRPr="00E07976" w:rsidRDefault="003E2374" w:rsidP="002A6123">
      <w:pPr>
        <w:pStyle w:val="Kopfzeile1"/>
        <w:tabs>
          <w:tab w:val="clear" w:pos="4535"/>
          <w:tab w:val="clear" w:pos="9070"/>
        </w:tabs>
        <w:spacing w:before="120" w:after="120" w:line="312" w:lineRule="auto"/>
        <w:ind w:left="-142"/>
        <w:rPr>
          <w:rFonts w:asciiTheme="minorHAnsi" w:hAnsiTheme="minorHAnsi"/>
          <w:b/>
          <w:kern w:val="16"/>
          <w:szCs w:val="22"/>
        </w:rPr>
      </w:pPr>
      <w:r w:rsidRPr="00797CEE">
        <w:rPr>
          <w:rFonts w:asciiTheme="minorHAnsi" w:hAnsiTheme="minorHAnsi"/>
          <w:b/>
          <w:kern w:val="16"/>
          <w:szCs w:val="22"/>
        </w:rPr>
        <w:t xml:space="preserve"> </w:t>
      </w:r>
      <w:r w:rsidR="00294D11" w:rsidRPr="00797CEE">
        <w:rPr>
          <w:rFonts w:asciiTheme="minorHAnsi" w:hAnsiTheme="minorHAnsi"/>
          <w:b/>
          <w:kern w:val="16"/>
          <w:szCs w:val="22"/>
        </w:rPr>
        <w:t>Veranstaltungen und Termine</w:t>
      </w:r>
      <w:r w:rsidR="00294D11" w:rsidRPr="00E07976">
        <w:rPr>
          <w:rFonts w:asciiTheme="minorHAnsi" w:hAnsiTheme="minorHAnsi"/>
          <w:b/>
          <w:kern w:val="16"/>
          <w:szCs w:val="22"/>
        </w:rPr>
        <w:t xml:space="preserve"> </w:t>
      </w:r>
    </w:p>
    <w:p w:rsidR="00294D11" w:rsidRPr="00E07976" w:rsidRDefault="003E2374" w:rsidP="002A6123">
      <w:pPr>
        <w:pStyle w:val="Kopfzeile1"/>
        <w:tabs>
          <w:tab w:val="clear" w:pos="4535"/>
          <w:tab w:val="clear" w:pos="9070"/>
        </w:tabs>
        <w:spacing w:before="120" w:after="120" w:line="312" w:lineRule="auto"/>
        <w:ind w:left="-142"/>
        <w:rPr>
          <w:rFonts w:asciiTheme="minorHAnsi" w:hAnsiTheme="minorHAnsi"/>
          <w:b/>
          <w:kern w:val="16"/>
          <w:szCs w:val="22"/>
        </w:rPr>
      </w:pPr>
      <w:r>
        <w:rPr>
          <w:rFonts w:asciiTheme="minorHAnsi" w:hAnsiTheme="minorHAnsi"/>
          <w:b/>
          <w:kern w:val="16"/>
          <w:szCs w:val="22"/>
        </w:rPr>
        <w:t xml:space="preserve"> </w:t>
      </w:r>
      <w:r w:rsidR="00294D11" w:rsidRPr="00E07976">
        <w:rPr>
          <w:rFonts w:asciiTheme="minorHAnsi" w:hAnsiTheme="minorHAnsi"/>
          <w:b/>
          <w:kern w:val="16"/>
          <w:szCs w:val="22"/>
        </w:rPr>
        <w:t xml:space="preserve">Abbildungsverzeichnis </w:t>
      </w:r>
    </w:p>
    <w:p w:rsidR="00797CEE" w:rsidRDefault="00797CEE" w:rsidP="002A6123">
      <w:pPr>
        <w:spacing w:before="120" w:after="120" w:line="276" w:lineRule="auto"/>
        <w:ind w:left="-142"/>
        <w:rPr>
          <w:rFonts w:cs="Arial"/>
          <w:b/>
          <w:w w:val="110"/>
          <w:kern w:val="16"/>
          <w:szCs w:val="22"/>
        </w:rPr>
      </w:pPr>
    </w:p>
    <w:p w:rsidR="003E2374" w:rsidRDefault="00797CEE" w:rsidP="002A6123">
      <w:pPr>
        <w:spacing w:before="120" w:after="120" w:line="276" w:lineRule="auto"/>
        <w:ind w:left="-142"/>
        <w:rPr>
          <w:rFonts w:cs="Arial"/>
          <w:w w:val="110"/>
          <w:kern w:val="16"/>
          <w:szCs w:val="22"/>
        </w:rPr>
      </w:pPr>
      <w:r>
        <w:rPr>
          <w:rFonts w:cs="Arial"/>
          <w:b/>
          <w:w w:val="110"/>
          <w:kern w:val="16"/>
          <w:szCs w:val="22"/>
        </w:rPr>
        <w:t xml:space="preserve"> </w:t>
      </w:r>
      <w:bookmarkStart w:id="0" w:name="_GoBack"/>
      <w:bookmarkEnd w:id="0"/>
      <w:r w:rsidR="003E2374" w:rsidRPr="003E2374">
        <w:rPr>
          <w:rFonts w:cs="Arial"/>
          <w:b/>
          <w:w w:val="110"/>
          <w:kern w:val="16"/>
          <w:szCs w:val="22"/>
        </w:rPr>
        <w:t>Der Inhalt der Pressemappe und dr</w:t>
      </w:r>
      <w:r w:rsidR="00294D11" w:rsidRPr="003E2374">
        <w:rPr>
          <w:rFonts w:cs="Arial"/>
          <w:b/>
          <w:w w:val="110"/>
          <w:kern w:val="16"/>
          <w:szCs w:val="22"/>
        </w:rPr>
        <w:t>uckfähiges Bildmaterial</w:t>
      </w:r>
      <w:r w:rsidR="00294D11" w:rsidRPr="003E2374">
        <w:rPr>
          <w:rFonts w:cs="Arial"/>
          <w:w w:val="110"/>
          <w:kern w:val="16"/>
          <w:szCs w:val="22"/>
        </w:rPr>
        <w:t xml:space="preserve"> </w:t>
      </w:r>
      <w:r w:rsidR="003E2374">
        <w:rPr>
          <w:rFonts w:cs="Arial"/>
          <w:w w:val="110"/>
          <w:kern w:val="16"/>
          <w:szCs w:val="22"/>
        </w:rPr>
        <w:t>stehen</w:t>
      </w:r>
      <w:r w:rsidR="00294D11" w:rsidRPr="00E07976">
        <w:rPr>
          <w:rFonts w:cs="Arial"/>
          <w:w w:val="110"/>
          <w:kern w:val="16"/>
          <w:szCs w:val="22"/>
        </w:rPr>
        <w:t xml:space="preserve"> Ihnen als </w:t>
      </w:r>
      <w:r w:rsidR="003E2374">
        <w:rPr>
          <w:rFonts w:cs="Arial"/>
          <w:w w:val="110"/>
          <w:kern w:val="16"/>
          <w:szCs w:val="22"/>
        </w:rPr>
        <w:t xml:space="preserve">   </w:t>
      </w:r>
    </w:p>
    <w:p w:rsidR="003E2374" w:rsidRDefault="003E2374" w:rsidP="002A6123">
      <w:pPr>
        <w:spacing w:before="120" w:after="120" w:line="276" w:lineRule="auto"/>
        <w:ind w:left="-142"/>
        <w:rPr>
          <w:rFonts w:cs="Arial"/>
          <w:b/>
          <w:w w:val="110"/>
          <w:kern w:val="16"/>
          <w:szCs w:val="22"/>
        </w:rPr>
      </w:pPr>
      <w:r>
        <w:rPr>
          <w:rFonts w:cs="Arial"/>
          <w:b/>
          <w:w w:val="110"/>
          <w:kern w:val="16"/>
          <w:szCs w:val="22"/>
        </w:rPr>
        <w:t xml:space="preserve"> </w:t>
      </w:r>
      <w:r w:rsidR="00294D11" w:rsidRPr="00E07976">
        <w:rPr>
          <w:rFonts w:cs="Arial"/>
          <w:w w:val="110"/>
          <w:kern w:val="16"/>
          <w:szCs w:val="22"/>
        </w:rPr>
        <w:t xml:space="preserve">Download zur Verfügung </w:t>
      </w:r>
      <w:r>
        <w:rPr>
          <w:rFonts w:cs="Arial"/>
          <w:w w:val="110"/>
          <w:kern w:val="16"/>
          <w:szCs w:val="22"/>
        </w:rPr>
        <w:t>unter</w:t>
      </w:r>
      <w:r w:rsidR="00294D11" w:rsidRPr="00E07976">
        <w:rPr>
          <w:rFonts w:cs="Arial"/>
          <w:w w:val="110"/>
          <w:kern w:val="16"/>
          <w:szCs w:val="22"/>
        </w:rPr>
        <w:t>:</w:t>
      </w:r>
      <w:r w:rsidR="00294D11" w:rsidRPr="00E07976">
        <w:rPr>
          <w:rFonts w:cs="Arial"/>
          <w:b/>
          <w:w w:val="110"/>
          <w:kern w:val="16"/>
          <w:szCs w:val="22"/>
        </w:rPr>
        <w:t xml:space="preserve"> </w:t>
      </w:r>
    </w:p>
    <w:p w:rsidR="00294D11" w:rsidRPr="003E2374" w:rsidRDefault="003E2374" w:rsidP="002A6123">
      <w:pPr>
        <w:spacing w:before="120" w:after="120" w:line="276" w:lineRule="auto"/>
        <w:ind w:left="-142"/>
        <w:rPr>
          <w:rFonts w:cs="Arial"/>
          <w:b/>
          <w:w w:val="110"/>
          <w:kern w:val="16"/>
          <w:szCs w:val="22"/>
        </w:rPr>
      </w:pPr>
      <w:r w:rsidRPr="003E2374">
        <w:rPr>
          <w:rFonts w:cs="Arial"/>
          <w:b/>
          <w:w w:val="110"/>
          <w:kern w:val="16"/>
          <w:szCs w:val="22"/>
        </w:rPr>
        <w:t xml:space="preserve"> </w:t>
      </w:r>
      <w:hyperlink r:id="rId9" w:history="1">
        <w:r w:rsidR="00E07976" w:rsidRPr="003E2374">
          <w:rPr>
            <w:rStyle w:val="Hyperlink"/>
            <w:rFonts w:cs="Arial"/>
            <w:b/>
            <w:color w:val="auto"/>
            <w:w w:val="110"/>
            <w:kern w:val="16"/>
            <w:szCs w:val="22"/>
          </w:rPr>
          <w:t>www.dommuseum-mainz.de/presse-und-mediathek/</w:t>
        </w:r>
      </w:hyperlink>
    </w:p>
    <w:p w:rsidR="00E07976" w:rsidRDefault="00E07976" w:rsidP="002A6123">
      <w:pPr>
        <w:spacing w:before="120" w:after="120" w:line="276" w:lineRule="auto"/>
        <w:ind w:left="-142"/>
        <w:rPr>
          <w:rFonts w:cs="Arial"/>
          <w:b/>
          <w:w w:val="110"/>
          <w:kern w:val="16"/>
          <w:szCs w:val="22"/>
        </w:rPr>
      </w:pPr>
    </w:p>
    <w:p w:rsidR="00E07976" w:rsidRDefault="00E07976" w:rsidP="003E2374">
      <w:pPr>
        <w:spacing w:before="240" w:line="276" w:lineRule="auto"/>
        <w:ind w:left="-142"/>
        <w:rPr>
          <w:rFonts w:cs="Arial"/>
          <w:b/>
          <w:w w:val="110"/>
          <w:kern w:val="16"/>
          <w:szCs w:val="22"/>
        </w:rPr>
      </w:pPr>
    </w:p>
    <w:p w:rsidR="00E07976" w:rsidRDefault="00E07976" w:rsidP="003E2374">
      <w:pPr>
        <w:spacing w:before="240" w:line="276" w:lineRule="auto"/>
        <w:ind w:left="-142"/>
        <w:rPr>
          <w:rFonts w:cs="Arial"/>
          <w:b/>
          <w:w w:val="110"/>
          <w:kern w:val="16"/>
          <w:szCs w:val="22"/>
        </w:rPr>
      </w:pPr>
    </w:p>
    <w:p w:rsidR="00E07976" w:rsidRDefault="00E07976" w:rsidP="003E2374">
      <w:pPr>
        <w:spacing w:before="240" w:line="276" w:lineRule="auto"/>
        <w:ind w:left="-142"/>
        <w:rPr>
          <w:rFonts w:cs="Arial"/>
          <w:b/>
          <w:w w:val="110"/>
          <w:kern w:val="16"/>
          <w:szCs w:val="22"/>
        </w:rPr>
      </w:pPr>
    </w:p>
    <w:p w:rsidR="003E2374" w:rsidRDefault="003E2374" w:rsidP="003E2374">
      <w:pPr>
        <w:spacing w:before="240" w:line="276" w:lineRule="auto"/>
        <w:ind w:left="-142"/>
        <w:rPr>
          <w:rFonts w:cs="Arial"/>
          <w:b/>
          <w:w w:val="110"/>
          <w:kern w:val="16"/>
          <w:szCs w:val="22"/>
        </w:rPr>
      </w:pPr>
    </w:p>
    <w:p w:rsidR="00E07976" w:rsidRDefault="003E2374" w:rsidP="003E2374">
      <w:pPr>
        <w:spacing w:line="276" w:lineRule="auto"/>
        <w:ind w:left="-142"/>
        <w:rPr>
          <w:rFonts w:cs="Arial"/>
          <w:b/>
          <w:w w:val="110"/>
          <w:kern w:val="16"/>
          <w:szCs w:val="22"/>
        </w:rPr>
      </w:pPr>
      <w:r>
        <w:rPr>
          <w:rFonts w:cs="Arial"/>
          <w:b/>
          <w:w w:val="110"/>
          <w:kern w:val="16"/>
          <w:szCs w:val="22"/>
        </w:rPr>
        <w:t xml:space="preserve"> </w:t>
      </w:r>
      <w:r w:rsidR="00E07976">
        <w:rPr>
          <w:rFonts w:cs="Arial"/>
          <w:b/>
          <w:w w:val="110"/>
          <w:kern w:val="16"/>
          <w:szCs w:val="22"/>
        </w:rPr>
        <w:t>IHRE ANSPRECHPARTNERIN</w:t>
      </w:r>
    </w:p>
    <w:p w:rsidR="00E07976" w:rsidRPr="003E2374" w:rsidRDefault="003E2374" w:rsidP="003E2374">
      <w:pPr>
        <w:spacing w:line="276" w:lineRule="auto"/>
        <w:ind w:left="-142"/>
        <w:rPr>
          <w:rFonts w:cs="Arial"/>
        </w:rPr>
      </w:pPr>
      <w:r>
        <w:rPr>
          <w:rFonts w:cs="Arial"/>
        </w:rPr>
        <w:t xml:space="preserve"> </w:t>
      </w:r>
      <w:r w:rsidR="00E07976" w:rsidRPr="003E2374">
        <w:rPr>
          <w:rFonts w:cs="Arial"/>
        </w:rPr>
        <w:t xml:space="preserve">Esther </w:t>
      </w:r>
      <w:proofErr w:type="spellStart"/>
      <w:r w:rsidR="00E07976" w:rsidRPr="003E2374">
        <w:rPr>
          <w:rFonts w:cs="Arial"/>
        </w:rPr>
        <w:t>Klippel</w:t>
      </w:r>
      <w:proofErr w:type="spellEnd"/>
      <w:r w:rsidR="00E07976" w:rsidRPr="003E2374">
        <w:rPr>
          <w:rFonts w:cs="Arial"/>
        </w:rPr>
        <w:t xml:space="preserve"> </w:t>
      </w:r>
      <w:r w:rsidR="00E07976" w:rsidRPr="003E2374">
        <w:rPr>
          <w:rFonts w:cs="Arial"/>
          <w:color w:val="C00000"/>
        </w:rPr>
        <w:t xml:space="preserve">| </w:t>
      </w:r>
      <w:r w:rsidR="00E07976" w:rsidRPr="003E2374">
        <w:rPr>
          <w:rFonts w:cs="Arial"/>
        </w:rPr>
        <w:t xml:space="preserve">06131 253 379 (oder -344) </w:t>
      </w:r>
      <w:r w:rsidR="00E07976" w:rsidRPr="003E2374">
        <w:rPr>
          <w:rFonts w:cs="Arial"/>
          <w:color w:val="C00000"/>
        </w:rPr>
        <w:t xml:space="preserve">| </w:t>
      </w:r>
      <w:r w:rsidR="00E07976" w:rsidRPr="003E2374">
        <w:rPr>
          <w:rFonts w:cs="Arial"/>
        </w:rPr>
        <w:t>esther.klippel@bistum-mainz.de</w:t>
      </w:r>
    </w:p>
    <w:p w:rsidR="00294D11" w:rsidRPr="00E07976" w:rsidRDefault="00294D11" w:rsidP="003E2374">
      <w:pPr>
        <w:pStyle w:val="Kopfzeile1"/>
        <w:tabs>
          <w:tab w:val="clear" w:pos="4535"/>
          <w:tab w:val="clear" w:pos="9070"/>
          <w:tab w:val="left" w:pos="-284"/>
        </w:tabs>
        <w:spacing w:line="312" w:lineRule="auto"/>
        <w:ind w:left="-142" w:firstLine="4"/>
        <w:rPr>
          <w:rFonts w:asciiTheme="minorHAnsi" w:hAnsiTheme="minorHAnsi" w:cs="Arial"/>
          <w:b/>
          <w:color w:val="C00000"/>
          <w:w w:val="110"/>
          <w:kern w:val="16"/>
          <w:sz w:val="16"/>
          <w:szCs w:val="26"/>
        </w:rPr>
      </w:pPr>
    </w:p>
    <w:sectPr w:rsidR="00294D11" w:rsidRPr="00E07976" w:rsidSect="007D48E1">
      <w:headerReference w:type="even" r:id="rId10"/>
      <w:headerReference w:type="default" r:id="rId11"/>
      <w:footerReference w:type="even" r:id="rId12"/>
      <w:footerReference w:type="default" r:id="rId13"/>
      <w:headerReference w:type="first" r:id="rId14"/>
      <w:footerReference w:type="first" r:id="rId15"/>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B5F" w:rsidRDefault="00850B5F" w:rsidP="007D48E1">
      <w:r>
        <w:separator/>
      </w:r>
    </w:p>
  </w:endnote>
  <w:endnote w:type="continuationSeparator" w:id="0">
    <w:p w:rsidR="00850B5F" w:rsidRDefault="00850B5F" w:rsidP="007D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ndale Sans UI">
    <w:altName w:val="Times New Roman"/>
    <w:charset w:val="00"/>
    <w:family w:val="auto"/>
    <w:pitch w:val="variable"/>
  </w:font>
  <w:font w:name="Baskerville">
    <w:altName w:val="Times New Roman"/>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andonGrotesque-Black">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B5F" w:rsidRDefault="00850B5F" w:rsidP="007D48E1">
      <w:r>
        <w:separator/>
      </w:r>
    </w:p>
  </w:footnote>
  <w:footnote w:type="continuationSeparator" w:id="0">
    <w:p w:rsidR="00850B5F" w:rsidRDefault="00850B5F" w:rsidP="007D4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97CEE">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07.2pt;height:858.7pt;z-index:-251657216;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97CEE">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07.2pt;height:858.7pt;z-index:-251658240;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97CEE">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07.2pt;height:858.7pt;z-index:-251656192;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8E1"/>
    <w:rsid w:val="00101ABA"/>
    <w:rsid w:val="00232C52"/>
    <w:rsid w:val="00294D11"/>
    <w:rsid w:val="002A6123"/>
    <w:rsid w:val="003E2374"/>
    <w:rsid w:val="0045485F"/>
    <w:rsid w:val="00797CEE"/>
    <w:rsid w:val="007D48E1"/>
    <w:rsid w:val="00850B5F"/>
    <w:rsid w:val="00914263"/>
    <w:rsid w:val="00DA34EC"/>
    <w:rsid w:val="00DE4DE9"/>
    <w:rsid w:val="00E07976"/>
    <w:rsid w:val="00F2106F"/>
    <w:rsid w:val="00F40B9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dommuseum-mainz.de/presse-und-mediathek/"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B1BE82BE</Template>
  <TotalTime>0</TotalTime>
  <Pages>1</Pages>
  <Words>67</Words>
  <Characters>426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Esther Klippel</cp:lastModifiedBy>
  <cp:revision>8</cp:revision>
  <cp:lastPrinted>2016-03-16T10:44:00Z</cp:lastPrinted>
  <dcterms:created xsi:type="dcterms:W3CDTF">2016-03-15T12:25:00Z</dcterms:created>
  <dcterms:modified xsi:type="dcterms:W3CDTF">2016-03-16T10:44:00Z</dcterms:modified>
</cp:coreProperties>
</file>