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CC" w:rsidRDefault="00755777" w:rsidP="00755777">
      <w:pPr>
        <w:spacing w:before="120" w:after="0"/>
        <w:rPr>
          <w:b/>
          <w:sz w:val="24"/>
        </w:rPr>
      </w:pPr>
      <w:r>
        <w:rPr>
          <w:b/>
          <w:sz w:val="24"/>
        </w:rPr>
        <w:t>NEUE RÄUME – NEUE LEITERIN DER MUSEUMSPÄDAGOGISCHEN WERKSTATT</w:t>
      </w:r>
    </w:p>
    <w:p w:rsidR="00755777" w:rsidRDefault="00755777" w:rsidP="00755777">
      <w:pPr>
        <w:spacing w:before="120" w:after="0"/>
        <w:rPr>
          <w:b/>
          <w:sz w:val="24"/>
        </w:rPr>
      </w:pPr>
      <w:r>
        <w:rPr>
          <w:b/>
          <w:sz w:val="24"/>
        </w:rPr>
        <w:t>Das Mainzer Dommuseum startet mit Umbauarbeiten und einem Personalwechsel ins Frühjahr</w:t>
      </w:r>
    </w:p>
    <w:p w:rsidR="00755777" w:rsidRDefault="00FA62AD" w:rsidP="0006584B">
      <w:pPr>
        <w:rPr>
          <w:sz w:val="24"/>
        </w:rPr>
      </w:pPr>
      <w:r>
        <w:rPr>
          <w:sz w:val="24"/>
        </w:rPr>
        <w:t xml:space="preserve">Alles neu macht </w:t>
      </w:r>
      <w:r w:rsidR="000D3F32">
        <w:rPr>
          <w:sz w:val="24"/>
        </w:rPr>
        <w:t xml:space="preserve">erst </w:t>
      </w:r>
      <w:r>
        <w:rPr>
          <w:sz w:val="24"/>
        </w:rPr>
        <w:t xml:space="preserve">der Mai? So lange </w:t>
      </w:r>
      <w:r w:rsidR="00331EC0">
        <w:rPr>
          <w:sz w:val="24"/>
        </w:rPr>
        <w:t>will</w:t>
      </w:r>
      <w:r>
        <w:rPr>
          <w:sz w:val="24"/>
        </w:rPr>
        <w:t xml:space="preserve"> das Team </w:t>
      </w:r>
      <w:r w:rsidR="000D3F32">
        <w:rPr>
          <w:sz w:val="24"/>
        </w:rPr>
        <w:t>vom</w:t>
      </w:r>
      <w:r>
        <w:rPr>
          <w:sz w:val="24"/>
        </w:rPr>
        <w:t xml:space="preserve"> Dommuseum nicht warten. </w:t>
      </w:r>
      <w:r w:rsidR="000E0E0F">
        <w:rPr>
          <w:sz w:val="24"/>
        </w:rPr>
        <w:t xml:space="preserve">Noch bis Ende April laufen die </w:t>
      </w:r>
      <w:r>
        <w:rPr>
          <w:sz w:val="24"/>
        </w:rPr>
        <w:t xml:space="preserve">umfänglichen Umbauarbeiten </w:t>
      </w:r>
      <w:r w:rsidR="000E0E0F">
        <w:rPr>
          <w:sz w:val="24"/>
        </w:rPr>
        <w:t xml:space="preserve">im </w:t>
      </w:r>
      <w:r w:rsidR="00755777">
        <w:rPr>
          <w:sz w:val="24"/>
        </w:rPr>
        <w:t>Haus.</w:t>
      </w:r>
      <w:r>
        <w:rPr>
          <w:sz w:val="24"/>
        </w:rPr>
        <w:t xml:space="preserve"> Für Besucher </w:t>
      </w:r>
      <w:r w:rsidR="000E0E0F">
        <w:rPr>
          <w:sz w:val="24"/>
        </w:rPr>
        <w:t>soll</w:t>
      </w:r>
      <w:r>
        <w:rPr>
          <w:sz w:val="24"/>
        </w:rPr>
        <w:t xml:space="preserve"> der etwas versteckt im Kreuzgang liegende Eingang </w:t>
      </w:r>
      <w:r w:rsidR="003709B0">
        <w:rPr>
          <w:sz w:val="24"/>
        </w:rPr>
        <w:t xml:space="preserve">ins Museum </w:t>
      </w:r>
      <w:r w:rsidR="00755777">
        <w:rPr>
          <w:sz w:val="24"/>
        </w:rPr>
        <w:t xml:space="preserve">durch bessere Beleuchtung </w:t>
      </w:r>
      <w:r>
        <w:rPr>
          <w:sz w:val="24"/>
        </w:rPr>
        <w:t xml:space="preserve">präsenter </w:t>
      </w:r>
      <w:r w:rsidR="000E0E0F">
        <w:rPr>
          <w:sz w:val="24"/>
        </w:rPr>
        <w:t>werden</w:t>
      </w:r>
      <w:r>
        <w:rPr>
          <w:sz w:val="24"/>
        </w:rPr>
        <w:t xml:space="preserve">. Der </w:t>
      </w:r>
      <w:r w:rsidR="00755777">
        <w:rPr>
          <w:sz w:val="24"/>
        </w:rPr>
        <w:t>Museums-„</w:t>
      </w:r>
      <w:r>
        <w:rPr>
          <w:sz w:val="24"/>
        </w:rPr>
        <w:t>Shop</w:t>
      </w:r>
      <w:r w:rsidR="00755777">
        <w:rPr>
          <w:sz w:val="24"/>
        </w:rPr>
        <w:t>“</w:t>
      </w:r>
      <w:r>
        <w:rPr>
          <w:sz w:val="24"/>
        </w:rPr>
        <w:t xml:space="preserve"> </w:t>
      </w:r>
      <w:r w:rsidR="00B46952">
        <w:rPr>
          <w:sz w:val="24"/>
        </w:rPr>
        <w:t xml:space="preserve">wird </w:t>
      </w:r>
      <w:r w:rsidR="00755777">
        <w:rPr>
          <w:sz w:val="24"/>
        </w:rPr>
        <w:t xml:space="preserve">in Zukunft </w:t>
      </w:r>
      <w:r w:rsidR="00B46952">
        <w:rPr>
          <w:sz w:val="24"/>
        </w:rPr>
        <w:t>m</w:t>
      </w:r>
      <w:r w:rsidR="003709B0">
        <w:rPr>
          <w:sz w:val="24"/>
        </w:rPr>
        <w:t>ultifunktional als</w:t>
      </w:r>
      <w:r w:rsidR="00B46952">
        <w:rPr>
          <w:sz w:val="24"/>
        </w:rPr>
        <w:t xml:space="preserve"> Aufenthalts-,</w:t>
      </w:r>
      <w:r w:rsidR="003709B0">
        <w:rPr>
          <w:sz w:val="24"/>
        </w:rPr>
        <w:t xml:space="preserve"> Vortrags- und Veranstaltungsraum genutzt</w:t>
      </w:r>
      <w:r w:rsidR="00755777">
        <w:rPr>
          <w:sz w:val="24"/>
        </w:rPr>
        <w:t xml:space="preserve"> werden können.</w:t>
      </w:r>
    </w:p>
    <w:p w:rsidR="00B46952" w:rsidRDefault="00B46952" w:rsidP="0006584B">
      <w:pPr>
        <w:rPr>
          <w:sz w:val="24"/>
        </w:rPr>
      </w:pPr>
      <w:r>
        <w:rPr>
          <w:sz w:val="24"/>
        </w:rPr>
        <w:t xml:space="preserve">Bereits </w:t>
      </w:r>
      <w:r w:rsidR="003709B0">
        <w:rPr>
          <w:sz w:val="24"/>
        </w:rPr>
        <w:t>Mitte März steht eine personelle Veränderung ins Haus: Die Leiterin der Museumspädagogik</w:t>
      </w:r>
      <w:r w:rsidR="003709B0" w:rsidRPr="004C55F3">
        <w:rPr>
          <w:sz w:val="24"/>
        </w:rPr>
        <w:t>, (Dr.)</w:t>
      </w:r>
      <w:r w:rsidR="003709B0">
        <w:rPr>
          <w:sz w:val="24"/>
        </w:rPr>
        <w:t xml:space="preserve"> Bettina Schmitt, zieht es vom Rhein an den Main</w:t>
      </w:r>
      <w:r>
        <w:rPr>
          <w:sz w:val="24"/>
        </w:rPr>
        <w:t>, wo s</w:t>
      </w:r>
      <w:r w:rsidR="003709B0">
        <w:rPr>
          <w:sz w:val="24"/>
        </w:rPr>
        <w:t>ie</w:t>
      </w:r>
      <w:r>
        <w:rPr>
          <w:sz w:val="24"/>
        </w:rPr>
        <w:t xml:space="preserve"> </w:t>
      </w:r>
      <w:r w:rsidR="003709B0">
        <w:rPr>
          <w:sz w:val="24"/>
        </w:rPr>
        <w:t xml:space="preserve">die Direktion des </w:t>
      </w:r>
      <w:r>
        <w:rPr>
          <w:sz w:val="24"/>
        </w:rPr>
        <w:t>Frankfurter</w:t>
      </w:r>
      <w:r w:rsidR="003709B0">
        <w:rPr>
          <w:sz w:val="24"/>
        </w:rPr>
        <w:t xml:space="preserve"> Dommuseums</w:t>
      </w:r>
      <w:r>
        <w:rPr>
          <w:sz w:val="24"/>
        </w:rPr>
        <w:t xml:space="preserve"> übernimmt</w:t>
      </w:r>
      <w:r w:rsidR="003709B0">
        <w:rPr>
          <w:sz w:val="24"/>
        </w:rPr>
        <w:t xml:space="preserve">. </w:t>
      </w:r>
      <w:r>
        <w:rPr>
          <w:sz w:val="24"/>
        </w:rPr>
        <w:t xml:space="preserve">Beide Seiten trennen sich ungern voneinander, doch freut man sich auch auf zukünftig „gute Nachbarschaft“. </w:t>
      </w:r>
      <w:r w:rsidR="003709B0">
        <w:rPr>
          <w:sz w:val="24"/>
        </w:rPr>
        <w:t xml:space="preserve">In den drei Jahren ihrer Mainzer Tätigkeit hat </w:t>
      </w:r>
      <w:r>
        <w:rPr>
          <w:sz w:val="24"/>
        </w:rPr>
        <w:t>Frau Schmitt</w:t>
      </w:r>
      <w:r w:rsidR="003709B0">
        <w:rPr>
          <w:sz w:val="24"/>
        </w:rPr>
        <w:t xml:space="preserve"> die Museumspädagogik am Haus</w:t>
      </w:r>
      <w:r w:rsidR="000E0E0F">
        <w:rPr>
          <w:sz w:val="24"/>
        </w:rPr>
        <w:t xml:space="preserve"> </w:t>
      </w:r>
      <w:r w:rsidR="002B7DBC">
        <w:rPr>
          <w:sz w:val="24"/>
        </w:rPr>
        <w:t xml:space="preserve">von Grund </w:t>
      </w:r>
      <w:r>
        <w:rPr>
          <w:sz w:val="24"/>
        </w:rPr>
        <w:t xml:space="preserve">auf </w:t>
      </w:r>
      <w:r w:rsidR="00DF56E5">
        <w:rPr>
          <w:sz w:val="24"/>
        </w:rPr>
        <w:t xml:space="preserve">mit unermüdlichem Engagement </w:t>
      </w:r>
      <w:r w:rsidR="004C55F3">
        <w:rPr>
          <w:sz w:val="24"/>
        </w:rPr>
        <w:t>aufgebaut</w:t>
      </w:r>
      <w:r>
        <w:rPr>
          <w:sz w:val="24"/>
        </w:rPr>
        <w:t xml:space="preserve">, </w:t>
      </w:r>
      <w:r w:rsidR="004C55F3">
        <w:rPr>
          <w:sz w:val="24"/>
        </w:rPr>
        <w:t>etabliert</w:t>
      </w:r>
      <w:r>
        <w:rPr>
          <w:sz w:val="24"/>
        </w:rPr>
        <w:t xml:space="preserve"> und mit</w:t>
      </w:r>
      <w:r w:rsidR="002B7DBC">
        <w:rPr>
          <w:sz w:val="24"/>
        </w:rPr>
        <w:t xml:space="preserve"> vielfältigen Vermittlungsangebote</w:t>
      </w:r>
      <w:r>
        <w:rPr>
          <w:sz w:val="24"/>
        </w:rPr>
        <w:t xml:space="preserve">n </w:t>
      </w:r>
      <w:r w:rsidR="002B7DBC">
        <w:rPr>
          <w:sz w:val="24"/>
        </w:rPr>
        <w:t xml:space="preserve">für Groß und Klein </w:t>
      </w:r>
      <w:r>
        <w:rPr>
          <w:sz w:val="24"/>
        </w:rPr>
        <w:t>zahlreiche</w:t>
      </w:r>
      <w:r w:rsidR="00421FD2">
        <w:rPr>
          <w:sz w:val="24"/>
        </w:rPr>
        <w:t xml:space="preserve"> </w:t>
      </w:r>
      <w:proofErr w:type="spellStart"/>
      <w:r w:rsidR="00421FD2">
        <w:rPr>
          <w:sz w:val="24"/>
        </w:rPr>
        <w:t>BesucherInnen</w:t>
      </w:r>
      <w:proofErr w:type="spellEnd"/>
      <w:r w:rsidR="00421FD2">
        <w:rPr>
          <w:sz w:val="24"/>
        </w:rPr>
        <w:t xml:space="preserve"> für </w:t>
      </w:r>
      <w:r w:rsidR="00DF56E5">
        <w:rPr>
          <w:sz w:val="24"/>
        </w:rPr>
        <w:t xml:space="preserve">das </w:t>
      </w:r>
      <w:r>
        <w:rPr>
          <w:sz w:val="24"/>
        </w:rPr>
        <w:t xml:space="preserve">Mainzer </w:t>
      </w:r>
      <w:r w:rsidR="00421FD2">
        <w:rPr>
          <w:sz w:val="24"/>
        </w:rPr>
        <w:t>Dommuseum</w:t>
      </w:r>
      <w:r w:rsidR="004C55F3">
        <w:rPr>
          <w:sz w:val="24"/>
        </w:rPr>
        <w:t>, seine Sammlung</w:t>
      </w:r>
      <w:r w:rsidR="00DF56E5">
        <w:rPr>
          <w:sz w:val="24"/>
        </w:rPr>
        <w:t xml:space="preserve"> und Ausstellungen</w:t>
      </w:r>
      <w:r w:rsidR="00421FD2">
        <w:rPr>
          <w:sz w:val="24"/>
        </w:rPr>
        <w:t xml:space="preserve"> </w:t>
      </w:r>
      <w:r w:rsidR="00421FD2" w:rsidRPr="004C55F3">
        <w:rPr>
          <w:sz w:val="24"/>
        </w:rPr>
        <w:t>begeistern</w:t>
      </w:r>
      <w:r w:rsidR="00421FD2">
        <w:rPr>
          <w:sz w:val="24"/>
        </w:rPr>
        <w:t xml:space="preserve"> können. </w:t>
      </w:r>
      <w:r w:rsidR="000D3F32">
        <w:rPr>
          <w:sz w:val="24"/>
        </w:rPr>
        <w:t>In Zukunft wird</w:t>
      </w:r>
      <w:r>
        <w:rPr>
          <w:sz w:val="24"/>
        </w:rPr>
        <w:t xml:space="preserve"> </w:t>
      </w:r>
      <w:r w:rsidR="000D3F32">
        <w:rPr>
          <w:sz w:val="24"/>
        </w:rPr>
        <w:t xml:space="preserve">Birgit Kita </w:t>
      </w:r>
      <w:r w:rsidR="000D3F32">
        <w:rPr>
          <w:sz w:val="24"/>
        </w:rPr>
        <w:t xml:space="preserve">als Leiterin der </w:t>
      </w:r>
      <w:r>
        <w:rPr>
          <w:sz w:val="24"/>
        </w:rPr>
        <w:t xml:space="preserve">Museumspädagogik </w:t>
      </w:r>
      <w:r w:rsidR="000D3F32">
        <w:rPr>
          <w:sz w:val="24"/>
        </w:rPr>
        <w:t xml:space="preserve">das Team um Dr. </w:t>
      </w:r>
      <w:proofErr w:type="spellStart"/>
      <w:r w:rsidR="000D3F32">
        <w:rPr>
          <w:sz w:val="24"/>
        </w:rPr>
        <w:t>Wilhelmy</w:t>
      </w:r>
      <w:proofErr w:type="spellEnd"/>
      <w:r w:rsidR="000D3F32">
        <w:rPr>
          <w:sz w:val="24"/>
        </w:rPr>
        <w:t xml:space="preserve"> vervollständigen. </w:t>
      </w:r>
      <w:r w:rsidR="00B95D57">
        <w:rPr>
          <w:sz w:val="24"/>
        </w:rPr>
        <w:t>D</w:t>
      </w:r>
      <w:r w:rsidR="00B95D57">
        <w:rPr>
          <w:sz w:val="24"/>
        </w:rPr>
        <w:t xml:space="preserve">ie Vermittlung von Wissen </w:t>
      </w:r>
      <w:r w:rsidR="00755777">
        <w:rPr>
          <w:sz w:val="24"/>
        </w:rPr>
        <w:t>ist</w:t>
      </w:r>
      <w:r w:rsidR="0006584B">
        <w:rPr>
          <w:sz w:val="24"/>
        </w:rPr>
        <w:t xml:space="preserve"> auf dem</w:t>
      </w:r>
      <w:r w:rsidR="00B95D57">
        <w:rPr>
          <w:sz w:val="24"/>
        </w:rPr>
        <w:t xml:space="preserve"> </w:t>
      </w:r>
      <w:r w:rsidR="00B95D57">
        <w:rPr>
          <w:sz w:val="24"/>
        </w:rPr>
        <w:t xml:space="preserve">beruflichen </w:t>
      </w:r>
      <w:r w:rsidR="00B95D57">
        <w:rPr>
          <w:sz w:val="24"/>
        </w:rPr>
        <w:t>Weg</w:t>
      </w:r>
      <w:r w:rsidR="00B95D57">
        <w:rPr>
          <w:sz w:val="24"/>
        </w:rPr>
        <w:t xml:space="preserve"> </w:t>
      </w:r>
      <w:r w:rsidR="00B95D57">
        <w:rPr>
          <w:sz w:val="24"/>
        </w:rPr>
        <w:t xml:space="preserve">der Kunsthistorikerin </w:t>
      </w:r>
      <w:r w:rsidR="00B95D57">
        <w:rPr>
          <w:sz w:val="24"/>
        </w:rPr>
        <w:t xml:space="preserve">von jeher </w:t>
      </w:r>
      <w:r w:rsidR="0006584B">
        <w:rPr>
          <w:sz w:val="24"/>
        </w:rPr>
        <w:t>ein Schwerpunkt ihrer Arbeit</w:t>
      </w:r>
      <w:r w:rsidR="00755777">
        <w:rPr>
          <w:sz w:val="24"/>
        </w:rPr>
        <w:t xml:space="preserve"> gewesen</w:t>
      </w:r>
      <w:r w:rsidR="00B95D57">
        <w:rPr>
          <w:sz w:val="24"/>
        </w:rPr>
        <w:t xml:space="preserve">: </w:t>
      </w:r>
      <w:r w:rsidR="0006584B">
        <w:rPr>
          <w:sz w:val="24"/>
        </w:rPr>
        <w:t>In ihrem</w:t>
      </w:r>
      <w:r w:rsidR="00B95D57">
        <w:rPr>
          <w:sz w:val="24"/>
        </w:rPr>
        <w:t xml:space="preserve"> ersten Werdegang als Chemielaborantin </w:t>
      </w:r>
      <w:r w:rsidR="0006584B">
        <w:rPr>
          <w:sz w:val="24"/>
        </w:rPr>
        <w:t>zeichnete</w:t>
      </w:r>
      <w:r w:rsidR="00B95D57">
        <w:rPr>
          <w:sz w:val="24"/>
        </w:rPr>
        <w:t xml:space="preserve"> sie für die Betreuung Auszubildender verantwortlich</w:t>
      </w:r>
      <w:r w:rsidR="0006584B">
        <w:rPr>
          <w:sz w:val="24"/>
        </w:rPr>
        <w:t xml:space="preserve"> und </w:t>
      </w:r>
      <w:bookmarkStart w:id="0" w:name="_GoBack"/>
      <w:bookmarkEnd w:id="0"/>
      <w:r w:rsidR="0006584B" w:rsidRPr="00755777">
        <w:rPr>
          <w:sz w:val="24"/>
        </w:rPr>
        <w:t xml:space="preserve">arbeitete </w:t>
      </w:r>
      <w:r w:rsidR="00B95D57" w:rsidRPr="00755777">
        <w:rPr>
          <w:sz w:val="24"/>
        </w:rPr>
        <w:t>während ihres Studiums der Kunstgeschichte als Tutorin</w:t>
      </w:r>
      <w:r w:rsidR="0006584B" w:rsidRPr="00755777">
        <w:rPr>
          <w:sz w:val="24"/>
        </w:rPr>
        <w:t>.</w:t>
      </w:r>
      <w:r w:rsidR="00B95D57" w:rsidRPr="00755777">
        <w:rPr>
          <w:sz w:val="24"/>
        </w:rPr>
        <w:t xml:space="preserve"> </w:t>
      </w:r>
      <w:r w:rsidR="0006584B" w:rsidRPr="00755777">
        <w:rPr>
          <w:sz w:val="24"/>
        </w:rPr>
        <w:t>Freiberuflich</w:t>
      </w:r>
      <w:r w:rsidR="000D3F32" w:rsidRPr="00755777">
        <w:rPr>
          <w:sz w:val="24"/>
        </w:rPr>
        <w:t xml:space="preserve"> hat sie in den letzten Jahren umfangreiche Erfahrungen im Bereich Ausstellungskonzeption und -</w:t>
      </w:r>
      <w:proofErr w:type="spellStart"/>
      <w:r w:rsidR="000D3F32" w:rsidRPr="00755777">
        <w:rPr>
          <w:sz w:val="24"/>
        </w:rPr>
        <w:t>kuration</w:t>
      </w:r>
      <w:proofErr w:type="spellEnd"/>
      <w:r w:rsidR="000D3F32" w:rsidRPr="00755777">
        <w:rPr>
          <w:sz w:val="24"/>
        </w:rPr>
        <w:t xml:space="preserve"> </w:t>
      </w:r>
      <w:r w:rsidR="00BE32EB" w:rsidRPr="00755777">
        <w:rPr>
          <w:sz w:val="24"/>
        </w:rPr>
        <w:t>gemacht</w:t>
      </w:r>
      <w:r w:rsidR="000D3F32" w:rsidRPr="00755777">
        <w:rPr>
          <w:sz w:val="24"/>
        </w:rPr>
        <w:t>, so</w:t>
      </w:r>
      <w:r w:rsidR="000D3F32">
        <w:rPr>
          <w:sz w:val="24"/>
        </w:rPr>
        <w:t xml:space="preserve"> etwa </w:t>
      </w:r>
      <w:r w:rsidR="00755777">
        <w:rPr>
          <w:sz w:val="24"/>
        </w:rPr>
        <w:t xml:space="preserve">für die </w:t>
      </w:r>
      <w:r w:rsidR="000D3F32">
        <w:rPr>
          <w:sz w:val="24"/>
        </w:rPr>
        <w:t xml:space="preserve">Schau „Künstler sehen </w:t>
      </w:r>
      <w:proofErr w:type="spellStart"/>
      <w:r w:rsidR="000D3F32">
        <w:rPr>
          <w:sz w:val="24"/>
        </w:rPr>
        <w:t>SchUM</w:t>
      </w:r>
      <w:proofErr w:type="spellEnd"/>
      <w:r w:rsidR="000D3F32">
        <w:rPr>
          <w:sz w:val="24"/>
        </w:rPr>
        <w:t xml:space="preserve">“ im Auftrag der GDKE Rheinland-Pfalz 2012. Projekte im Bereich Inventarisation und Recherche für diverse Gemeinden des Bistums Limburg machen </w:t>
      </w:r>
      <w:r w:rsidR="00BE32EB">
        <w:rPr>
          <w:sz w:val="24"/>
        </w:rPr>
        <w:t>Birgit Kita</w:t>
      </w:r>
      <w:r w:rsidR="000D3F32">
        <w:rPr>
          <w:sz w:val="24"/>
        </w:rPr>
        <w:t xml:space="preserve"> zu einer ausgewiesenen Expertin für christliche Kunst.</w:t>
      </w:r>
      <w:r w:rsidR="00B95D57">
        <w:rPr>
          <w:sz w:val="24"/>
        </w:rPr>
        <w:t xml:space="preserve"> </w:t>
      </w:r>
      <w:r w:rsidR="00BE32EB">
        <w:rPr>
          <w:sz w:val="24"/>
        </w:rPr>
        <w:t>Die Kollegen des</w:t>
      </w:r>
      <w:r w:rsidR="0006584B">
        <w:rPr>
          <w:sz w:val="24"/>
        </w:rPr>
        <w:t xml:space="preserve"> Mainzer Dommuseum</w:t>
      </w:r>
      <w:r w:rsidR="00BE32EB">
        <w:rPr>
          <w:sz w:val="24"/>
        </w:rPr>
        <w:t>s</w:t>
      </w:r>
      <w:r w:rsidR="0006584B">
        <w:rPr>
          <w:sz w:val="24"/>
        </w:rPr>
        <w:t xml:space="preserve"> </w:t>
      </w:r>
      <w:r w:rsidR="00BE32EB">
        <w:rPr>
          <w:sz w:val="24"/>
        </w:rPr>
        <w:t xml:space="preserve">freuen sich auf die Zusammenarbeit! </w:t>
      </w:r>
    </w:p>
    <w:p w:rsidR="00DF56E5" w:rsidRPr="00DF56E5" w:rsidRDefault="00DF56E5" w:rsidP="003709B0">
      <w:pPr>
        <w:rPr>
          <w:i/>
          <w:sz w:val="24"/>
        </w:rPr>
      </w:pPr>
      <w:r w:rsidRPr="00DF56E5">
        <w:rPr>
          <w:i/>
          <w:sz w:val="24"/>
        </w:rPr>
        <w:t xml:space="preserve">Trotz Umbaus: Ab </w:t>
      </w:r>
      <w:r w:rsidR="00B46952">
        <w:rPr>
          <w:i/>
          <w:sz w:val="24"/>
        </w:rPr>
        <w:t>sofort</w:t>
      </w:r>
      <w:r w:rsidRPr="00DF56E5">
        <w:rPr>
          <w:i/>
          <w:sz w:val="24"/>
        </w:rPr>
        <w:t xml:space="preserve"> gelten wieder die regulären Öffnungszeiten</w:t>
      </w:r>
      <w:r w:rsidR="002B7DBC">
        <w:rPr>
          <w:i/>
          <w:sz w:val="24"/>
        </w:rPr>
        <w:t>:</w:t>
      </w:r>
      <w:r w:rsidRPr="00DF56E5">
        <w:rPr>
          <w:i/>
          <w:sz w:val="24"/>
        </w:rPr>
        <w:t xml:space="preserve"> Di-Freitag 10 bis 17 Uhr, Wochenende und Feiertage 11 bis 18 Uhr. Evtl. sind einige Räume kurzfristig nicht zu besichtigen.</w:t>
      </w:r>
    </w:p>
    <w:p w:rsidR="003709B0" w:rsidRPr="00FA62AD" w:rsidRDefault="003709B0" w:rsidP="00FA62AD">
      <w:pPr>
        <w:spacing w:line="360" w:lineRule="auto"/>
        <w:rPr>
          <w:sz w:val="24"/>
        </w:rPr>
      </w:pPr>
    </w:p>
    <w:sectPr w:rsidR="003709B0" w:rsidRPr="00FA62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2AD"/>
    <w:rsid w:val="0006584B"/>
    <w:rsid w:val="000D3F32"/>
    <w:rsid w:val="000E0E0F"/>
    <w:rsid w:val="001552F5"/>
    <w:rsid w:val="002B7DBC"/>
    <w:rsid w:val="00331EC0"/>
    <w:rsid w:val="003709B0"/>
    <w:rsid w:val="003C0ECC"/>
    <w:rsid w:val="003F0A1E"/>
    <w:rsid w:val="00421FD2"/>
    <w:rsid w:val="004C55F3"/>
    <w:rsid w:val="00755777"/>
    <w:rsid w:val="00B46952"/>
    <w:rsid w:val="00B95D57"/>
    <w:rsid w:val="00BE32EB"/>
    <w:rsid w:val="00DF56E5"/>
    <w:rsid w:val="00FA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B44F6646</Template>
  <TotalTime>0</TotalTime>
  <Pages>1</Pages>
  <Words>306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Bischoefliches Ordinariat Mainz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Klippel</dc:creator>
  <cp:lastModifiedBy>Esther Klippel</cp:lastModifiedBy>
  <cp:revision>4</cp:revision>
  <dcterms:created xsi:type="dcterms:W3CDTF">2015-02-26T09:46:00Z</dcterms:created>
  <dcterms:modified xsi:type="dcterms:W3CDTF">2015-03-02T10:06:00Z</dcterms:modified>
</cp:coreProperties>
</file>